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1A704F" w:rsidRPr="003348A8" w:rsidRDefault="001A704F" w:rsidP="001A704F">
      <w:pPr>
        <w:ind w:left="1695" w:hanging="1695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="00447D2C" w:rsidRPr="00683E65">
        <w:rPr>
          <w:b/>
          <w:sz w:val="28"/>
          <w:szCs w:val="28"/>
        </w:rPr>
        <w:t>Diagnostic Interface Engineering</w:t>
      </w:r>
    </w:p>
    <w:p w:rsidR="001A704F" w:rsidRDefault="001A704F" w:rsidP="001A704F">
      <w:pPr>
        <w:suppressAutoHyphens/>
        <w:ind w:left="270" w:right="-427" w:hanging="2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A704F" w:rsidRPr="00F160C2" w:rsidRDefault="001A704F" w:rsidP="001A704F">
      <w:pPr>
        <w:suppressAutoHyphens/>
        <w:ind w:right="-427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E710A5">
        <w:rPr>
          <w:b/>
          <w:sz w:val="28"/>
          <w:szCs w:val="28"/>
        </w:rPr>
        <w:tab/>
        <w:t xml:space="preserve"> </w:t>
      </w:r>
      <w:r w:rsidR="00D620A0" w:rsidRPr="00D620A0">
        <w:rPr>
          <w:b/>
          <w:sz w:val="28"/>
          <w:szCs w:val="28"/>
        </w:rPr>
        <w:t>IO/22/CFE/10023847/MKI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D620A0">
        <w:t>September</w:t>
      </w:r>
      <w:r w:rsidR="00A567CF">
        <w:t xml:space="preserve">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>
      <w:bookmarkStart w:id="0" w:name="_GoBack"/>
      <w:bookmarkEnd w:id="0"/>
    </w:p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F4C" w:rsidRDefault="00731F4C">
      <w:r>
        <w:separator/>
      </w:r>
    </w:p>
  </w:endnote>
  <w:endnote w:type="continuationSeparator" w:id="0">
    <w:p w:rsidR="00731F4C" w:rsidRDefault="0073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F4C" w:rsidRDefault="00731F4C">
      <w:r>
        <w:separator/>
      </w:r>
    </w:p>
  </w:footnote>
  <w:footnote w:type="continuationSeparator" w:id="0">
    <w:p w:rsidR="00731F4C" w:rsidRDefault="0073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A704F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47D2C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1F4C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620A0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6EB077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819F08-EBC6-4862-9913-0672F46E9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CB7ED9-D5F4-43EF-A56A-C0A4326E7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A9DC6-695C-4B7E-B2A0-F762613725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Kadiri Mohamed Yacine  EXT</cp:lastModifiedBy>
  <cp:revision>23</cp:revision>
  <cp:lastPrinted>2012-04-10T09:52:00Z</cp:lastPrinted>
  <dcterms:created xsi:type="dcterms:W3CDTF">2020-10-26T07:52:00Z</dcterms:created>
  <dcterms:modified xsi:type="dcterms:W3CDTF">2022-06-09T11:50:00Z</dcterms:modified>
</cp:coreProperties>
</file>